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CE7FF" w14:textId="77777777" w:rsidR="00013D7F" w:rsidRPr="00013D7F" w:rsidRDefault="00013D7F" w:rsidP="002B6A4C">
      <w:pPr>
        <w:rPr>
          <w:rFonts w:ascii="Verdana" w:hAnsi="Verdana"/>
          <w:sz w:val="6"/>
          <w:szCs w:val="6"/>
        </w:rPr>
      </w:pPr>
    </w:p>
    <w:p w14:paraId="60B53388" w14:textId="77777777" w:rsidR="00EE6AEE" w:rsidRDefault="00760BA0" w:rsidP="00EE6AEE">
      <w:pPr>
        <w:widowControl/>
        <w:suppressAutoHyphens w:val="0"/>
        <w:jc w:val="both"/>
        <w:rPr>
          <w:rFonts w:ascii="Verdana" w:hAnsi="Verdana"/>
        </w:rPr>
      </w:pPr>
      <w:r w:rsidRPr="00CB489B">
        <w:rPr>
          <w:rFonts w:ascii="Verdana" w:hAnsi="Verdana"/>
          <w:b/>
          <w:bCs/>
          <w:sz w:val="26"/>
          <w:szCs w:val="26"/>
        </w:rPr>
        <w:t>Aufgabe 1:</w:t>
      </w:r>
      <w:r>
        <w:rPr>
          <w:rFonts w:ascii="Verdana" w:hAnsi="Verdana"/>
          <w:sz w:val="26"/>
          <w:szCs w:val="26"/>
        </w:rPr>
        <w:t xml:space="preserve"> </w:t>
      </w:r>
      <w:r w:rsidR="00FC168D">
        <w:rPr>
          <w:rFonts w:ascii="Verdana" w:hAnsi="Verdana"/>
          <w:sz w:val="26"/>
          <w:szCs w:val="26"/>
        </w:rPr>
        <w:t>Vergleichen Sie Ihre</w:t>
      </w:r>
      <w:r w:rsidR="00B02125">
        <w:rPr>
          <w:rFonts w:ascii="Verdana" w:hAnsi="Verdana"/>
        </w:rPr>
        <w:t xml:space="preserve"> </w:t>
      </w:r>
      <w:r w:rsidR="00FC168D">
        <w:rPr>
          <w:rFonts w:ascii="Verdana" w:hAnsi="Verdana"/>
        </w:rPr>
        <w:t xml:space="preserve">Beispielwörter </w:t>
      </w:r>
      <w:r w:rsidR="001E42BE">
        <w:rPr>
          <w:rFonts w:ascii="Verdana" w:hAnsi="Verdana"/>
        </w:rPr>
        <w:t xml:space="preserve">vom letzten Arbeitsblatt </w:t>
      </w:r>
      <w:r w:rsidR="00FC168D">
        <w:rPr>
          <w:rFonts w:ascii="Verdana" w:hAnsi="Verdana"/>
        </w:rPr>
        <w:t>mit der folgenden Darstellung</w:t>
      </w:r>
      <w:r w:rsidR="00EE6AEE">
        <w:rPr>
          <w:rFonts w:ascii="Verdana" w:hAnsi="Verdana"/>
        </w:rPr>
        <w:t>!</w:t>
      </w:r>
    </w:p>
    <w:p w14:paraId="2A37F5A2" w14:textId="77777777" w:rsidR="00EE6AEE" w:rsidRDefault="00EE6AEE" w:rsidP="00EE6AEE">
      <w:pPr>
        <w:widowControl/>
        <w:suppressAutoHyphens w:val="0"/>
        <w:jc w:val="both"/>
        <w:rPr>
          <w:rFonts w:ascii="Verdana" w:hAnsi="Verdana"/>
        </w:rPr>
      </w:pPr>
    </w:p>
    <w:p w14:paraId="39378BDD" w14:textId="77777777" w:rsidR="00EE6AEE" w:rsidRDefault="00EE6AEE" w:rsidP="00EE6AEE">
      <w:pPr>
        <w:widowControl/>
        <w:suppressAutoHyphens w:val="0"/>
        <w:jc w:val="both"/>
        <w:rPr>
          <w:rFonts w:ascii="Verdana" w:hAnsi="Verdana"/>
        </w:rPr>
      </w:pPr>
    </w:p>
    <w:p w14:paraId="495809D7" w14:textId="3FD7146E" w:rsidR="00C77EC4" w:rsidRDefault="00C77EC4" w:rsidP="00EE6AEE">
      <w:pPr>
        <w:widowControl/>
        <w:suppressAutoHyphens w:val="0"/>
        <w:jc w:val="both"/>
        <w:rPr>
          <w:rFonts w:ascii="Verdana" w:hAnsi="Verdana"/>
        </w:rPr>
      </w:pPr>
      <w:r>
        <w:rPr>
          <w:rFonts w:ascii="Verdana" w:hAnsi="Verdana"/>
        </w:rPr>
        <w:t>nicht-flektierbar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flektierbar</w:t>
      </w:r>
    </w:p>
    <w:p w14:paraId="351BBF6A" w14:textId="6C63231E" w:rsidR="00C77EC4" w:rsidRDefault="00C77EC4" w:rsidP="00B02125">
      <w:pPr>
        <w:suppressAutoHyphens w:val="0"/>
        <w:jc w:val="both"/>
        <w:rPr>
          <w:rFonts w:ascii="Verdana" w:hAnsi="Verdana"/>
        </w:rPr>
      </w:pPr>
      <w:r w:rsidRPr="00FC168D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5A3C24" wp14:editId="5CA14B60">
                <wp:simplePos x="0" y="0"/>
                <wp:positionH relativeFrom="column">
                  <wp:posOffset>2784230</wp:posOffset>
                </wp:positionH>
                <wp:positionV relativeFrom="paragraph">
                  <wp:posOffset>104873</wp:posOffset>
                </wp:positionV>
                <wp:extent cx="205154" cy="158261"/>
                <wp:effectExtent l="0" t="0" r="23495" b="32385"/>
                <wp:wrapNone/>
                <wp:docPr id="61790832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54" cy="15826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BA21F6" id="Gerader Verbinder 2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25pt,8.25pt" to="235.4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" strokecolor="black [3200]" strokeweight="1pt">
                <v:stroke joinstyle="miter"/>
              </v:line>
            </w:pict>
          </mc:Fallback>
        </mc:AlternateContent>
      </w:r>
      <w:r w:rsidRPr="00FC168D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675EA3" wp14:editId="67DAE9B5">
                <wp:simplePos x="0" y="0"/>
                <wp:positionH relativeFrom="column">
                  <wp:posOffset>3786554</wp:posOffset>
                </wp:positionH>
                <wp:positionV relativeFrom="paragraph">
                  <wp:posOffset>104873</wp:posOffset>
                </wp:positionV>
                <wp:extent cx="152400" cy="164123"/>
                <wp:effectExtent l="0" t="0" r="19050" b="26670"/>
                <wp:wrapNone/>
                <wp:docPr id="1711241184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6412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46B177" id="Gerader Verbinder 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15pt,8.25pt" to="310.1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" strokecolor="black [3200]" strokeweight="1pt">
                <v:stroke joinstyle="miter"/>
              </v:line>
            </w:pict>
          </mc:Fallback>
        </mc:AlternateContent>
      </w:r>
      <w:r w:rsidR="001E42BE">
        <w:rPr>
          <w:rFonts w:ascii="Verdana" w:hAnsi="Verdana"/>
          <w:i/>
          <w:iCs/>
          <w:sz w:val="20"/>
          <w:szCs w:val="20"/>
        </w:rPr>
        <w:t>und</w:t>
      </w:r>
      <w:r w:rsidR="00FC168D" w:rsidRPr="00FC168D">
        <w:rPr>
          <w:rFonts w:ascii="Verdana" w:hAnsi="Verdana"/>
          <w:i/>
          <w:iCs/>
          <w:sz w:val="20"/>
          <w:szCs w:val="20"/>
        </w:rPr>
        <w:t>, während</w:t>
      </w:r>
      <w:r w:rsidR="001E42BE">
        <w:rPr>
          <w:rFonts w:ascii="Verdana" w:hAnsi="Verdana"/>
          <w:i/>
          <w:iCs/>
          <w:sz w:val="20"/>
          <w:szCs w:val="20"/>
        </w:rPr>
        <w:t>, auf, hier, nicht</w:t>
      </w:r>
      <w:r w:rsidR="00EB2E95">
        <w:rPr>
          <w:rFonts w:ascii="Verdana" w:hAnsi="Verdana"/>
          <w:i/>
          <w:iCs/>
          <w:sz w:val="20"/>
          <w:szCs w:val="20"/>
        </w:rPr>
        <w:t>, oh</w:t>
      </w:r>
      <w:r w:rsidR="003F7DDF">
        <w:rPr>
          <w:rFonts w:ascii="Verdana" w:hAnsi="Verdana"/>
          <w:i/>
          <w:iCs/>
          <w:sz w:val="20"/>
          <w:szCs w:val="20"/>
        </w:rPr>
        <w:t>, warum</w:t>
      </w:r>
    </w:p>
    <w:p w14:paraId="27027079" w14:textId="65941D09" w:rsidR="00C77EC4" w:rsidRDefault="00C77EC4" w:rsidP="00B02125">
      <w:pPr>
        <w:suppressAutoHyphens w:val="0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651F4EF4" w14:textId="76DC7DBD" w:rsidR="00C77EC4" w:rsidRDefault="00C77EC4" w:rsidP="00C77EC4">
      <w:pPr>
        <w:suppressAutoHyphens w:val="0"/>
        <w:ind w:left="2124" w:firstLine="708"/>
        <w:jc w:val="both"/>
        <w:rPr>
          <w:rFonts w:ascii="Verdana" w:hAnsi="Verdana"/>
        </w:rPr>
      </w:pPr>
      <w:r>
        <w:rPr>
          <w:rFonts w:ascii="Verdana" w:hAnsi="Verdana"/>
        </w:rPr>
        <w:t>konjugierbar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deklinierbar</w:t>
      </w:r>
    </w:p>
    <w:p w14:paraId="73681C9C" w14:textId="03148255" w:rsidR="00C77EC4" w:rsidRPr="00C77EC4" w:rsidRDefault="00D01050" w:rsidP="00B02125">
      <w:pPr>
        <w:suppressAutoHyphens w:val="0"/>
        <w:jc w:val="both"/>
        <w:rPr>
          <w:rFonts w:ascii="Verdana" w:hAnsi="Verdana"/>
          <w:sz w:val="52"/>
          <w:szCs w:val="52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45FB8C" wp14:editId="0C5344DC">
                <wp:simplePos x="0" y="0"/>
                <wp:positionH relativeFrom="column">
                  <wp:posOffset>3531528</wp:posOffset>
                </wp:positionH>
                <wp:positionV relativeFrom="paragraph">
                  <wp:posOffset>122163</wp:posOffset>
                </wp:positionV>
                <wp:extent cx="210771" cy="169985"/>
                <wp:effectExtent l="0" t="0" r="37465" b="20955"/>
                <wp:wrapNone/>
                <wp:docPr id="81299501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771" cy="16998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4DE4E4" id="Gerader Verbinder 2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05pt,9.6pt" to="294.6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" strokecolor="black [3200]" strokeweight="1pt">
                <v:stroke joinstyle="miter"/>
              </v:line>
            </w:pict>
          </mc:Fallback>
        </mc:AlternateContent>
      </w:r>
      <w:r w:rsidR="00FC168D" w:rsidRPr="00FC168D">
        <w:rPr>
          <w:rFonts w:ascii="Verdana" w:hAnsi="Verdana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93056" behindDoc="1" locked="0" layoutInCell="1" allowOverlap="1" wp14:anchorId="4BE269F1" wp14:editId="4E1E4758">
                <wp:simplePos x="0" y="0"/>
                <wp:positionH relativeFrom="column">
                  <wp:posOffset>1947936</wp:posOffset>
                </wp:positionH>
                <wp:positionV relativeFrom="paragraph">
                  <wp:posOffset>8890</wp:posOffset>
                </wp:positionV>
                <wp:extent cx="1559169" cy="1404620"/>
                <wp:effectExtent l="0" t="0" r="3175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916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69B20" w14:textId="51817880" w:rsidR="00FC168D" w:rsidRPr="00FC168D" w:rsidRDefault="00FC168D">
                            <w:pP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C168D"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laufen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E269F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53.4pt;margin-top:.7pt;width:122.75pt;height:110.6pt;z-index:-251623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" stroked="f">
                <v:textbox style="mso-fit-shape-to-text:t">
                  <w:txbxContent>
                    <w:p w14:paraId="45769B20" w14:textId="51817880" w:rsidR="00FC168D" w:rsidRPr="00FC168D" w:rsidRDefault="00FC168D">
                      <w:pP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</w:pPr>
                      <w:r w:rsidRPr="00FC168D"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laufen</w:t>
                      </w:r>
                    </w:p>
                  </w:txbxContent>
                </v:textbox>
              </v:shape>
            </w:pict>
          </mc:Fallback>
        </mc:AlternateContent>
      </w:r>
      <w:r w:rsidR="00C77EC4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8E23B5" wp14:editId="53D9FF0A">
                <wp:simplePos x="0" y="0"/>
                <wp:positionH relativeFrom="column">
                  <wp:posOffset>4232031</wp:posOffset>
                </wp:positionH>
                <wp:positionV relativeFrom="paragraph">
                  <wp:posOffset>121529</wp:posOffset>
                </wp:positionV>
                <wp:extent cx="152400" cy="164123"/>
                <wp:effectExtent l="0" t="0" r="19050" b="26670"/>
                <wp:wrapNone/>
                <wp:docPr id="1343001257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6412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D648BA" id="Gerader Verbinde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25pt,9.55pt" to="345.2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" strokecolor="black [3200]" strokeweight="1pt">
                <v:stroke joinstyle="miter"/>
              </v:line>
            </w:pict>
          </mc:Fallback>
        </mc:AlternateContent>
      </w:r>
    </w:p>
    <w:p w14:paraId="37FBA28F" w14:textId="4550A1DD" w:rsidR="00C77EC4" w:rsidRDefault="00C77EC4" w:rsidP="00B02125">
      <w:pPr>
        <w:suppressAutoHyphens w:val="0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unveränderbares Genus</w:t>
      </w:r>
      <w:r>
        <w:rPr>
          <w:rFonts w:ascii="Verdana" w:hAnsi="Verdana"/>
        </w:rPr>
        <w:tab/>
        <w:t xml:space="preserve"> veränderbares Genus</w:t>
      </w:r>
    </w:p>
    <w:p w14:paraId="6D88765B" w14:textId="6A311757" w:rsidR="00C77EC4" w:rsidRPr="00C77EC4" w:rsidRDefault="00FC168D" w:rsidP="00B02125">
      <w:pPr>
        <w:suppressAutoHyphens w:val="0"/>
        <w:jc w:val="both"/>
        <w:rPr>
          <w:rFonts w:ascii="Verdana" w:hAnsi="Verdana"/>
          <w:sz w:val="56"/>
          <w:szCs w:val="56"/>
        </w:rPr>
      </w:pPr>
      <w:r w:rsidRPr="00FC168D">
        <w:rPr>
          <w:rFonts w:ascii="Verdana" w:hAnsi="Verdana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785955E5" wp14:editId="01894A72">
                <wp:simplePos x="0" y="0"/>
                <wp:positionH relativeFrom="margin">
                  <wp:posOffset>2169649</wp:posOffset>
                </wp:positionH>
                <wp:positionV relativeFrom="paragraph">
                  <wp:posOffset>3810</wp:posOffset>
                </wp:positionV>
                <wp:extent cx="2168525" cy="1404620"/>
                <wp:effectExtent l="0" t="0" r="3175" b="0"/>
                <wp:wrapNone/>
                <wp:docPr id="8343033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98572" w14:textId="758D5B8B" w:rsidR="00FC168D" w:rsidRPr="00FC168D" w:rsidRDefault="00BE0B85" w:rsidP="00FC168D">
                            <w:pP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Haus</w:t>
                            </w:r>
                            <w:r w:rsidR="00D01050"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, Marion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5955E5" id="_x0000_s1027" type="#_x0000_t202" style="position:absolute;left:0;text-align:left;margin-left:170.85pt;margin-top:.3pt;width:170.75pt;height:110.6pt;z-index:-2516213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" stroked="f">
                <v:textbox style="mso-fit-shape-to-text:t">
                  <w:txbxContent>
                    <w:p w14:paraId="0B698572" w14:textId="758D5B8B" w:rsidR="00FC168D" w:rsidRPr="00FC168D" w:rsidRDefault="00BE0B85" w:rsidP="00FC168D">
                      <w:pP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Haus</w:t>
                      </w:r>
                      <w:r w:rsidR="00D01050"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, Marion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7EC4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36704D" wp14:editId="76D3F399">
                <wp:simplePos x="0" y="0"/>
                <wp:positionH relativeFrom="column">
                  <wp:posOffset>4146501</wp:posOffset>
                </wp:positionH>
                <wp:positionV relativeFrom="paragraph">
                  <wp:posOffset>135011</wp:posOffset>
                </wp:positionV>
                <wp:extent cx="205154" cy="158261"/>
                <wp:effectExtent l="0" t="0" r="23495" b="32385"/>
                <wp:wrapNone/>
                <wp:docPr id="2146210057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54" cy="15826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345507" id="Gerader Verbinder 2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5pt,10.65pt" to="342.6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" strokecolor="black [3200]" strokeweight="1pt">
                <v:stroke joinstyle="miter"/>
              </v:line>
            </w:pict>
          </mc:Fallback>
        </mc:AlternateContent>
      </w:r>
      <w:r w:rsidR="00C77EC4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92C222" wp14:editId="37895628">
                <wp:simplePos x="0" y="0"/>
                <wp:positionH relativeFrom="column">
                  <wp:posOffset>4718538</wp:posOffset>
                </wp:positionH>
                <wp:positionV relativeFrom="paragraph">
                  <wp:posOffset>125290</wp:posOffset>
                </wp:positionV>
                <wp:extent cx="152400" cy="164123"/>
                <wp:effectExtent l="0" t="0" r="19050" b="26670"/>
                <wp:wrapNone/>
                <wp:docPr id="1070363041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6412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3FBE1" id="Gerader Verbinder 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55pt,9.85pt" to="383.5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" strokecolor="black [3200]" strokeweight="1pt">
                <v:stroke joinstyle="miter"/>
              </v:line>
            </w:pict>
          </mc:Fallback>
        </mc:AlternateContent>
      </w:r>
    </w:p>
    <w:p w14:paraId="2F9ACBB6" w14:textId="40366E0F" w:rsidR="00C77EC4" w:rsidRDefault="00C77EC4" w:rsidP="00B02125">
      <w:pPr>
        <w:suppressAutoHyphens w:val="0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nicht-</w:t>
      </w:r>
      <w:proofErr w:type="spellStart"/>
      <w:r>
        <w:rPr>
          <w:rFonts w:ascii="Verdana" w:hAnsi="Verdana"/>
        </w:rPr>
        <w:t>komparierbar</w:t>
      </w:r>
      <w:proofErr w:type="spellEnd"/>
      <w:r>
        <w:rPr>
          <w:rFonts w:ascii="Verdana" w:hAnsi="Verdana"/>
        </w:rPr>
        <w:tab/>
        <w:t xml:space="preserve">    </w:t>
      </w:r>
      <w:proofErr w:type="spellStart"/>
      <w:r>
        <w:rPr>
          <w:rFonts w:ascii="Verdana" w:hAnsi="Verdana"/>
        </w:rPr>
        <w:t>komparierbar</w:t>
      </w:r>
      <w:proofErr w:type="spellEnd"/>
    </w:p>
    <w:p w14:paraId="3B715ABC" w14:textId="37687DC2" w:rsidR="00C77EC4" w:rsidRDefault="00BE0B85" w:rsidP="00B02125">
      <w:pPr>
        <w:suppressAutoHyphens w:val="0"/>
        <w:jc w:val="both"/>
        <w:rPr>
          <w:rFonts w:ascii="Verdana" w:hAnsi="Verdana"/>
        </w:rPr>
      </w:pPr>
      <w:r w:rsidRPr="00FC168D">
        <w:rPr>
          <w:rFonts w:ascii="Verdana" w:hAnsi="Verdana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266AC1EA" wp14:editId="79E67B4D">
                <wp:simplePos x="0" y="0"/>
                <wp:positionH relativeFrom="column">
                  <wp:posOffset>981760</wp:posOffset>
                </wp:positionH>
                <wp:positionV relativeFrom="paragraph">
                  <wp:posOffset>20173</wp:posOffset>
                </wp:positionV>
                <wp:extent cx="3844436" cy="1404620"/>
                <wp:effectExtent l="0" t="0" r="3810" b="0"/>
                <wp:wrapNone/>
                <wp:docPr id="5068375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443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5A8F0E" w14:textId="51CC4DD4" w:rsidR="00FC168D" w:rsidRPr="00FC168D" w:rsidRDefault="00FC168D" w:rsidP="00FC168D">
                            <w:pP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er, </w:t>
                            </w:r>
                            <w:r w:rsidR="003F00C9"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ihr, </w:t>
                            </w:r>
                            <w:r w:rsidR="001E42BE"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dieser</w:t>
                            </w: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BE0B85"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welcher</w:t>
                            </w:r>
                            <w:r w:rsidR="001E42BE"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,</w:t>
                            </w:r>
                            <w:r w:rsidR="003F00C9"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mich,</w:t>
                            </w:r>
                            <w:r w:rsidR="001E42BE"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1050"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erster, </w:t>
                            </w:r>
                            <w:r w:rsidR="001E42BE"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laufend, gelaufen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6AC1EA" id="_x0000_s1028" type="#_x0000_t202" style="position:absolute;left:0;text-align:left;margin-left:77.3pt;margin-top:1.6pt;width:302.7pt;height:110.6pt;z-index:-251619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" stroked="f">
                <v:textbox style="mso-fit-shape-to-text:t">
                  <w:txbxContent>
                    <w:p w14:paraId="685A8F0E" w14:textId="51CC4DD4" w:rsidR="00FC168D" w:rsidRPr="00FC168D" w:rsidRDefault="00FC168D" w:rsidP="00FC168D">
                      <w:pP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 xml:space="preserve">er, </w:t>
                      </w:r>
                      <w:r w:rsidR="003F00C9"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 xml:space="preserve">ihr, </w:t>
                      </w:r>
                      <w:r w:rsidR="001E42BE"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dieser</w:t>
                      </w:r>
                      <w: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 xml:space="preserve">, </w:t>
                      </w:r>
                      <w:r w:rsidR="00BE0B85"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welcher</w:t>
                      </w:r>
                      <w:r w:rsidR="001E42BE"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,</w:t>
                      </w:r>
                      <w:r w:rsidR="003F00C9"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 xml:space="preserve"> mich,</w:t>
                      </w:r>
                      <w:r w:rsidR="001E42BE"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D01050"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 xml:space="preserve">erster, </w:t>
                      </w:r>
                      <w:r w:rsidR="001E42BE"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laufend, gelaufen</w:t>
                      </w:r>
                    </w:p>
                  </w:txbxContent>
                </v:textbox>
              </v:shape>
            </w:pict>
          </mc:Fallback>
        </mc:AlternateContent>
      </w:r>
      <w:r w:rsidRPr="00FC168D">
        <w:rPr>
          <w:rFonts w:ascii="Verdana" w:hAnsi="Verdana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79853C14" wp14:editId="6EB8BDE3">
                <wp:simplePos x="0" y="0"/>
                <wp:positionH relativeFrom="column">
                  <wp:posOffset>4718148</wp:posOffset>
                </wp:positionH>
                <wp:positionV relativeFrom="paragraph">
                  <wp:posOffset>30822</wp:posOffset>
                </wp:positionV>
                <wp:extent cx="1559169" cy="1404620"/>
                <wp:effectExtent l="0" t="0" r="3175" b="0"/>
                <wp:wrapNone/>
                <wp:docPr id="196122527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916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094C8" w14:textId="71FA1EF9" w:rsidR="00BE0B85" w:rsidRPr="00FC168D" w:rsidRDefault="00BE0B85" w:rsidP="00BE0B85">
                            <w:pP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sch</w:t>
                            </w:r>
                            <w:r w:rsidR="001E42BE"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853C14" id="_x0000_s1029" type="#_x0000_t202" style="position:absolute;left:0;text-align:left;margin-left:371.5pt;margin-top:2.45pt;width:122.75pt;height:110.6pt;z-index:-251617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" stroked="f">
                <v:textbox style="mso-fit-shape-to-text:t">
                  <w:txbxContent>
                    <w:p w14:paraId="77C094C8" w14:textId="71FA1EF9" w:rsidR="00BE0B85" w:rsidRPr="00FC168D" w:rsidRDefault="00BE0B85" w:rsidP="00BE0B85">
                      <w:pP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sch</w:t>
                      </w:r>
                      <w:r w:rsidR="001E42BE"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nell</w:t>
                      </w:r>
                    </w:p>
                  </w:txbxContent>
                </v:textbox>
              </v:shape>
            </w:pict>
          </mc:Fallback>
        </mc:AlternateContent>
      </w:r>
    </w:p>
    <w:p w14:paraId="1303D4BB" w14:textId="3E71290F" w:rsidR="00C77EC4" w:rsidRDefault="00C77EC4" w:rsidP="00B02125">
      <w:pPr>
        <w:suppressAutoHyphens w:val="0"/>
        <w:jc w:val="both"/>
        <w:rPr>
          <w:rFonts w:ascii="Verdana" w:hAnsi="Verdana"/>
        </w:rPr>
      </w:pPr>
    </w:p>
    <w:p w14:paraId="756FD561" w14:textId="7C67560F" w:rsidR="0042701D" w:rsidRDefault="00AE7D16" w:rsidP="00A30345">
      <w:pPr>
        <w:suppressAutoHyphens w:val="0"/>
        <w:jc w:val="both"/>
        <w:rPr>
          <w:rFonts w:ascii="Verdana" w:hAnsi="Verdana"/>
        </w:rPr>
      </w:pPr>
      <w:r w:rsidRPr="00AE7D16">
        <w:rPr>
          <w:rFonts w:ascii="Verdana" w:hAnsi="Verdana"/>
          <w:b/>
          <w:bCs/>
        </w:rPr>
        <w:t xml:space="preserve">Aufgabe </w:t>
      </w:r>
      <w:r w:rsidR="00CC3272">
        <w:rPr>
          <w:rFonts w:ascii="Verdana" w:hAnsi="Verdana"/>
          <w:b/>
          <w:bCs/>
        </w:rPr>
        <w:t>2</w:t>
      </w:r>
      <w:r w:rsidRPr="00AE7D16">
        <w:rPr>
          <w:rFonts w:ascii="Verdana" w:hAnsi="Verdana"/>
          <w:b/>
          <w:bCs/>
        </w:rPr>
        <w:t>:</w:t>
      </w:r>
      <w:r>
        <w:rPr>
          <w:rFonts w:ascii="Verdana" w:hAnsi="Verdana"/>
        </w:rPr>
        <w:t xml:space="preserve"> Finden Sie </w:t>
      </w:r>
      <w:r w:rsidR="001E42BE">
        <w:rPr>
          <w:rFonts w:ascii="Verdana" w:hAnsi="Verdana"/>
        </w:rPr>
        <w:t xml:space="preserve">nun </w:t>
      </w:r>
      <w:r>
        <w:rPr>
          <w:rFonts w:ascii="Verdana" w:hAnsi="Verdana"/>
        </w:rPr>
        <w:t xml:space="preserve">für alle Kategorien </w:t>
      </w:r>
      <w:r w:rsidR="001E42BE">
        <w:rPr>
          <w:rFonts w:ascii="Verdana" w:hAnsi="Verdana"/>
        </w:rPr>
        <w:t>die entsprechenden Wortarten</w:t>
      </w:r>
      <w:r>
        <w:rPr>
          <w:rFonts w:ascii="Verdana" w:hAnsi="Verdana"/>
        </w:rPr>
        <w:t xml:space="preserve"> im Deutschen! Überlegen Sie anschließend, ob Sie Gemeinsamkeiten und/oder Unterschiede zu Ihnen bekannten Sprachen finden!</w:t>
      </w:r>
    </w:p>
    <w:p w14:paraId="2F2E34BF" w14:textId="77777777" w:rsidR="001E42BE" w:rsidRDefault="001E42BE" w:rsidP="001E42BE">
      <w:pPr>
        <w:suppressAutoHyphens w:val="0"/>
        <w:jc w:val="both"/>
        <w:rPr>
          <w:rFonts w:ascii="Verdana" w:hAnsi="Verdana"/>
        </w:rPr>
      </w:pPr>
    </w:p>
    <w:p w14:paraId="1AAA457A" w14:textId="77777777" w:rsidR="001E42BE" w:rsidRDefault="001E42BE" w:rsidP="001E42BE">
      <w:pPr>
        <w:suppressAutoHyphens w:val="0"/>
        <w:jc w:val="both"/>
        <w:rPr>
          <w:rFonts w:ascii="Verdana" w:hAnsi="Verdana"/>
        </w:rPr>
      </w:pPr>
    </w:p>
    <w:p w14:paraId="113814BE" w14:textId="641DEDC2" w:rsidR="001E42BE" w:rsidRDefault="001E42BE" w:rsidP="001E42BE">
      <w:pPr>
        <w:suppressAutoHyphens w:val="0"/>
        <w:jc w:val="both"/>
        <w:rPr>
          <w:rFonts w:ascii="Verdana" w:hAnsi="Verdana"/>
        </w:rPr>
      </w:pPr>
      <w:r>
        <w:rPr>
          <w:rFonts w:ascii="Verdana" w:hAnsi="Verdana"/>
        </w:rPr>
        <w:t>nicht-flektierbar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flektierbar</w:t>
      </w:r>
    </w:p>
    <w:p w14:paraId="2F807213" w14:textId="445B029D" w:rsidR="001E42BE" w:rsidRDefault="001E42BE" w:rsidP="001E42BE">
      <w:pPr>
        <w:suppressAutoHyphens w:val="0"/>
        <w:jc w:val="both"/>
        <w:rPr>
          <w:rFonts w:ascii="Verdana" w:hAnsi="Verdana"/>
        </w:rPr>
      </w:pPr>
      <w:r w:rsidRPr="00FC168D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C97D6AB" wp14:editId="68135568">
                <wp:simplePos x="0" y="0"/>
                <wp:positionH relativeFrom="column">
                  <wp:posOffset>2784230</wp:posOffset>
                </wp:positionH>
                <wp:positionV relativeFrom="paragraph">
                  <wp:posOffset>104873</wp:posOffset>
                </wp:positionV>
                <wp:extent cx="205154" cy="158261"/>
                <wp:effectExtent l="0" t="0" r="23495" b="32385"/>
                <wp:wrapNone/>
                <wp:docPr id="184476434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54" cy="15826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3B8CF1" id="Gerader Verbinder 2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25pt,8.25pt" to="235.4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" strokecolor="black [3200]" strokeweight="1pt">
                <v:stroke joinstyle="miter"/>
              </v:line>
            </w:pict>
          </mc:Fallback>
        </mc:AlternateContent>
      </w:r>
      <w:r w:rsidRPr="00FC168D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C05737" wp14:editId="15DEAA0E">
                <wp:simplePos x="0" y="0"/>
                <wp:positionH relativeFrom="column">
                  <wp:posOffset>3786554</wp:posOffset>
                </wp:positionH>
                <wp:positionV relativeFrom="paragraph">
                  <wp:posOffset>104873</wp:posOffset>
                </wp:positionV>
                <wp:extent cx="152400" cy="164123"/>
                <wp:effectExtent l="0" t="0" r="19050" b="26670"/>
                <wp:wrapNone/>
                <wp:docPr id="771587395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6412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7F4C47" id="Gerader Verbinder 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15pt,8.25pt" to="310.1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" strokecolor="black [3200]" strokeweight="1pt">
                <v:stroke joinstyle="miter"/>
              </v:line>
            </w:pict>
          </mc:Fallback>
        </mc:AlternateContent>
      </w:r>
      <w:r w:rsidR="00CC3272">
        <w:rPr>
          <w:rFonts w:ascii="Verdana" w:hAnsi="Verdana"/>
        </w:rPr>
        <w:t>____________________</w:t>
      </w:r>
    </w:p>
    <w:p w14:paraId="6DA50D74" w14:textId="79E180A9" w:rsidR="001E42BE" w:rsidRDefault="001E42BE" w:rsidP="001E42BE">
      <w:pPr>
        <w:suppressAutoHyphens w:val="0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70021113" w14:textId="5AB9501A" w:rsidR="001E42BE" w:rsidRDefault="00CC3272" w:rsidP="00CC3272">
      <w:pPr>
        <w:suppressAutoHyphens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____________________   </w:t>
      </w:r>
      <w:r w:rsidR="001E42BE">
        <w:rPr>
          <w:rFonts w:ascii="Verdana" w:hAnsi="Verdana"/>
        </w:rPr>
        <w:t>konjugierbar</w:t>
      </w:r>
      <w:r w:rsidR="001E42BE">
        <w:rPr>
          <w:rFonts w:ascii="Verdana" w:hAnsi="Verdana"/>
        </w:rPr>
        <w:tab/>
      </w:r>
      <w:r w:rsidR="001E42BE">
        <w:rPr>
          <w:rFonts w:ascii="Verdana" w:hAnsi="Verdana"/>
        </w:rPr>
        <w:tab/>
        <w:t>deklinierbar</w:t>
      </w:r>
    </w:p>
    <w:p w14:paraId="1A560283" w14:textId="77777777" w:rsidR="001E42BE" w:rsidRPr="00C77EC4" w:rsidRDefault="001E42BE" w:rsidP="001E42BE">
      <w:pPr>
        <w:suppressAutoHyphens w:val="0"/>
        <w:jc w:val="both"/>
        <w:rPr>
          <w:rFonts w:ascii="Verdana" w:hAnsi="Verdana"/>
          <w:sz w:val="52"/>
          <w:szCs w:val="52"/>
        </w:rPr>
      </w:pPr>
      <w:r w:rsidRPr="00FC168D">
        <w:rPr>
          <w:rFonts w:ascii="Verdana" w:hAnsi="Verdana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707392" behindDoc="1" locked="0" layoutInCell="1" allowOverlap="1" wp14:anchorId="1A2EA318" wp14:editId="2B1429B6">
                <wp:simplePos x="0" y="0"/>
                <wp:positionH relativeFrom="column">
                  <wp:posOffset>1695108</wp:posOffset>
                </wp:positionH>
                <wp:positionV relativeFrom="paragraph">
                  <wp:posOffset>8890</wp:posOffset>
                </wp:positionV>
                <wp:extent cx="1559169" cy="1404620"/>
                <wp:effectExtent l="0" t="0" r="3175" b="0"/>
                <wp:wrapNone/>
                <wp:docPr id="65833117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916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01AAF" w14:textId="3E233D49" w:rsidR="001E42BE" w:rsidRPr="00FC168D" w:rsidRDefault="00CC3272" w:rsidP="001E42BE">
                            <w:pP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2EA318" id="_x0000_s1030" type="#_x0000_t202" style="position:absolute;left:0;text-align:left;margin-left:133.45pt;margin-top:.7pt;width:122.75pt;height:110.6pt;z-index:-251609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" stroked="f">
                <v:textbox style="mso-fit-shape-to-text:t">
                  <w:txbxContent>
                    <w:p w14:paraId="7F201AAF" w14:textId="3E233D49" w:rsidR="001E42BE" w:rsidRPr="00FC168D" w:rsidRDefault="00CC3272" w:rsidP="001E42BE">
                      <w:pP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7021FA" wp14:editId="00D45BFA">
                <wp:simplePos x="0" y="0"/>
                <wp:positionH relativeFrom="column">
                  <wp:posOffset>3540369</wp:posOffset>
                </wp:positionH>
                <wp:positionV relativeFrom="paragraph">
                  <wp:posOffset>120601</wp:posOffset>
                </wp:positionV>
                <wp:extent cx="205154" cy="158261"/>
                <wp:effectExtent l="0" t="0" r="23495" b="32385"/>
                <wp:wrapNone/>
                <wp:docPr id="479413086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54" cy="15826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1C72D5" id="Gerader Verbinder 2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75pt,9.5pt" to="294.9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" strokecolor="black [3200]" strokeweight="1pt">
                <v:stroke joinstyle="miter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D92583" wp14:editId="3E810C6D">
                <wp:simplePos x="0" y="0"/>
                <wp:positionH relativeFrom="column">
                  <wp:posOffset>4232031</wp:posOffset>
                </wp:positionH>
                <wp:positionV relativeFrom="paragraph">
                  <wp:posOffset>121529</wp:posOffset>
                </wp:positionV>
                <wp:extent cx="152400" cy="164123"/>
                <wp:effectExtent l="0" t="0" r="19050" b="26670"/>
                <wp:wrapNone/>
                <wp:docPr id="24612062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6412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EE7F10" id="Gerader Verbinder 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25pt,9.55pt" to="345.2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" strokecolor="black [3200]" strokeweight="1pt">
                <v:stroke joinstyle="miter"/>
              </v:line>
            </w:pict>
          </mc:Fallback>
        </mc:AlternateContent>
      </w:r>
    </w:p>
    <w:p w14:paraId="70AB11C3" w14:textId="77777777" w:rsidR="001E42BE" w:rsidRDefault="001E42BE" w:rsidP="001E42BE">
      <w:pPr>
        <w:suppressAutoHyphens w:val="0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unveränderbares Genus</w:t>
      </w:r>
      <w:r>
        <w:rPr>
          <w:rFonts w:ascii="Verdana" w:hAnsi="Verdana"/>
        </w:rPr>
        <w:tab/>
        <w:t xml:space="preserve"> veränderbares Genus</w:t>
      </w:r>
    </w:p>
    <w:p w14:paraId="6DD54C30" w14:textId="77777777" w:rsidR="001E42BE" w:rsidRPr="00C77EC4" w:rsidRDefault="001E42BE" w:rsidP="001E42BE">
      <w:pPr>
        <w:suppressAutoHyphens w:val="0"/>
        <w:jc w:val="both"/>
        <w:rPr>
          <w:rFonts w:ascii="Verdana" w:hAnsi="Verdana"/>
          <w:sz w:val="56"/>
          <w:szCs w:val="56"/>
        </w:rPr>
      </w:pPr>
      <w:r w:rsidRPr="00FC168D">
        <w:rPr>
          <w:rFonts w:ascii="Verdana" w:hAnsi="Verdana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77C67DF2" wp14:editId="1371174F">
                <wp:simplePos x="0" y="0"/>
                <wp:positionH relativeFrom="column">
                  <wp:posOffset>659374</wp:posOffset>
                </wp:positionH>
                <wp:positionV relativeFrom="paragraph">
                  <wp:posOffset>6887</wp:posOffset>
                </wp:positionV>
                <wp:extent cx="3206262" cy="1404620"/>
                <wp:effectExtent l="0" t="0" r="0" b="0"/>
                <wp:wrapNone/>
                <wp:docPr id="15983892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26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CB047" w14:textId="1ABEB5B4" w:rsidR="001E42BE" w:rsidRPr="00FC168D" w:rsidRDefault="00CC3272" w:rsidP="001E42BE">
                            <w:pP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C67DF2" id="_x0000_s1031" type="#_x0000_t202" style="position:absolute;left:0;text-align:left;margin-left:51.9pt;margin-top:.55pt;width:252.45pt;height:110.6pt;z-index:-251608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" stroked="f">
                <v:textbox style="mso-fit-shape-to-text:t">
                  <w:txbxContent>
                    <w:p w14:paraId="0DACB047" w14:textId="1ABEB5B4" w:rsidR="001E42BE" w:rsidRPr="00FC168D" w:rsidRDefault="00CC3272" w:rsidP="001E42BE">
                      <w:pP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B743A5" wp14:editId="25AAD008">
                <wp:simplePos x="0" y="0"/>
                <wp:positionH relativeFrom="column">
                  <wp:posOffset>4146501</wp:posOffset>
                </wp:positionH>
                <wp:positionV relativeFrom="paragraph">
                  <wp:posOffset>135011</wp:posOffset>
                </wp:positionV>
                <wp:extent cx="205154" cy="158261"/>
                <wp:effectExtent l="0" t="0" r="23495" b="32385"/>
                <wp:wrapNone/>
                <wp:docPr id="1747990289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154" cy="15826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66A16" id="Gerader Verbinder 2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5pt,10.65pt" to="342.6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" strokecolor="black [3200]" strokeweight="1pt">
                <v:stroke joinstyle="miter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FB9A80" wp14:editId="6362E0F0">
                <wp:simplePos x="0" y="0"/>
                <wp:positionH relativeFrom="column">
                  <wp:posOffset>4718538</wp:posOffset>
                </wp:positionH>
                <wp:positionV relativeFrom="paragraph">
                  <wp:posOffset>125290</wp:posOffset>
                </wp:positionV>
                <wp:extent cx="152400" cy="164123"/>
                <wp:effectExtent l="0" t="0" r="19050" b="26670"/>
                <wp:wrapNone/>
                <wp:docPr id="189507865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16412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6C9377" id="Gerader Verbinder 2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55pt,9.85pt" to="383.5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" strokecolor="black [3200]" strokeweight="1pt">
                <v:stroke joinstyle="miter"/>
              </v:line>
            </w:pict>
          </mc:Fallback>
        </mc:AlternateContent>
      </w:r>
    </w:p>
    <w:p w14:paraId="2AD8D270" w14:textId="77777777" w:rsidR="001E42BE" w:rsidRDefault="001E42BE" w:rsidP="001E42BE">
      <w:pPr>
        <w:suppressAutoHyphens w:val="0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nicht-</w:t>
      </w:r>
      <w:proofErr w:type="spellStart"/>
      <w:r>
        <w:rPr>
          <w:rFonts w:ascii="Verdana" w:hAnsi="Verdana"/>
        </w:rPr>
        <w:t>komparierbar</w:t>
      </w:r>
      <w:proofErr w:type="spellEnd"/>
      <w:r>
        <w:rPr>
          <w:rFonts w:ascii="Verdana" w:hAnsi="Verdana"/>
        </w:rPr>
        <w:tab/>
        <w:t xml:space="preserve">    </w:t>
      </w:r>
      <w:proofErr w:type="spellStart"/>
      <w:r>
        <w:rPr>
          <w:rFonts w:ascii="Verdana" w:hAnsi="Verdana"/>
        </w:rPr>
        <w:t>komparierbar</w:t>
      </w:r>
      <w:proofErr w:type="spellEnd"/>
    </w:p>
    <w:p w14:paraId="5B0DD60C" w14:textId="77777777" w:rsidR="001E42BE" w:rsidRDefault="001E42BE" w:rsidP="001E42BE">
      <w:pPr>
        <w:suppressAutoHyphens w:val="0"/>
        <w:jc w:val="both"/>
        <w:rPr>
          <w:rFonts w:ascii="Verdana" w:hAnsi="Verdana"/>
        </w:rPr>
      </w:pPr>
      <w:r w:rsidRPr="00FC168D">
        <w:rPr>
          <w:rFonts w:ascii="Verdana" w:hAnsi="Verdana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635C391E" wp14:editId="6B738C78">
                <wp:simplePos x="0" y="0"/>
                <wp:positionH relativeFrom="column">
                  <wp:posOffset>717990</wp:posOffset>
                </wp:positionH>
                <wp:positionV relativeFrom="paragraph">
                  <wp:posOffset>40298</wp:posOffset>
                </wp:positionV>
                <wp:extent cx="4108401" cy="1404620"/>
                <wp:effectExtent l="0" t="0" r="6985" b="0"/>
                <wp:wrapNone/>
                <wp:docPr id="61629437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840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6086D" w14:textId="7C207ED6" w:rsidR="001E42BE" w:rsidRPr="00FC168D" w:rsidRDefault="00CC3272" w:rsidP="001E42BE">
                            <w:pP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5C391E" id="_x0000_s1032" type="#_x0000_t202" style="position:absolute;left:0;text-align:left;margin-left:56.55pt;margin-top:3.15pt;width:323.5pt;height:110.6pt;z-index:-251607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" stroked="f">
                <v:textbox style="mso-fit-shape-to-text:t">
                  <w:txbxContent>
                    <w:p w14:paraId="7236086D" w14:textId="7C207ED6" w:rsidR="001E42BE" w:rsidRPr="00FC168D" w:rsidRDefault="00CC3272" w:rsidP="001E42BE">
                      <w:pP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FC168D">
        <w:rPr>
          <w:rFonts w:ascii="Verdana" w:hAnsi="Verdana"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2656E290" wp14:editId="6E3E7EA2">
                <wp:simplePos x="0" y="0"/>
                <wp:positionH relativeFrom="column">
                  <wp:posOffset>4718148</wp:posOffset>
                </wp:positionH>
                <wp:positionV relativeFrom="paragraph">
                  <wp:posOffset>30822</wp:posOffset>
                </wp:positionV>
                <wp:extent cx="1559169" cy="1404620"/>
                <wp:effectExtent l="0" t="0" r="3175" b="0"/>
                <wp:wrapNone/>
                <wp:docPr id="6304227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916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86794" w14:textId="774D1B51" w:rsidR="001E42BE" w:rsidRPr="00FC168D" w:rsidRDefault="00CC3272" w:rsidP="001E42BE">
                            <w:pP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iCs/>
                                <w:sz w:val="20"/>
                                <w:szCs w:val="20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56E290" id="_x0000_s1033" type="#_x0000_t202" style="position:absolute;left:0;text-align:left;margin-left:371.5pt;margin-top:2.45pt;width:122.75pt;height:110.6pt;z-index:-251606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" stroked="f">
                <v:textbox style="mso-fit-shape-to-text:t">
                  <w:txbxContent>
                    <w:p w14:paraId="58C86794" w14:textId="774D1B51" w:rsidR="001E42BE" w:rsidRPr="00FC168D" w:rsidRDefault="00CC3272" w:rsidP="001E42BE">
                      <w:pP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i/>
                          <w:iCs/>
                          <w:sz w:val="20"/>
                          <w:szCs w:val="20"/>
                        </w:rP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CD96F83" w14:textId="77777777" w:rsidR="001E42BE" w:rsidRDefault="001E42BE" w:rsidP="001E42BE">
      <w:pPr>
        <w:suppressAutoHyphens w:val="0"/>
        <w:jc w:val="both"/>
        <w:rPr>
          <w:rFonts w:ascii="Verdana" w:hAnsi="Verdana"/>
        </w:rPr>
      </w:pPr>
    </w:p>
    <w:p w14:paraId="4F7A4C9C" w14:textId="77777777" w:rsidR="00890269" w:rsidRPr="008C5775" w:rsidRDefault="00890269" w:rsidP="00A30345">
      <w:pPr>
        <w:suppressAutoHyphens w:val="0"/>
        <w:jc w:val="both"/>
        <w:rPr>
          <w:rFonts w:ascii="Verdana" w:hAnsi="Verdana"/>
        </w:rPr>
      </w:pPr>
    </w:p>
    <w:p w14:paraId="3B559948" w14:textId="4EBAFBC3" w:rsidR="0042701D" w:rsidRDefault="008C5775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  <w:r w:rsidRPr="008C5775">
        <w:rPr>
          <w:rFonts w:ascii="Verdana" w:hAnsi="Verdana"/>
          <w:noProof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10D47DAE" wp14:editId="4F4C1983">
                <wp:simplePos x="0" y="0"/>
                <wp:positionH relativeFrom="margin">
                  <wp:align>right</wp:align>
                </wp:positionH>
                <wp:positionV relativeFrom="paragraph">
                  <wp:posOffset>382173</wp:posOffset>
                </wp:positionV>
                <wp:extent cx="5738446" cy="1735016"/>
                <wp:effectExtent l="0" t="0" r="15240" b="17780"/>
                <wp:wrapNone/>
                <wp:docPr id="11589039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8446" cy="17350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6DB8D" w14:textId="2110973E" w:rsidR="008C5775" w:rsidRDefault="008C57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47DAE" id="_x0000_s1034" type="#_x0000_t202" style="position:absolute;left:0;text-align:left;margin-left:400.65pt;margin-top:30.1pt;width:451.85pt;height:136.6pt;z-index:-2516019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">
                <v:textbox>
                  <w:txbxContent>
                    <w:p w14:paraId="2596DB8D" w14:textId="2110973E" w:rsidR="008C5775" w:rsidRDefault="008C5775"/>
                  </w:txbxContent>
                </v:textbox>
                <w10:wrap anchorx="margin"/>
              </v:shape>
            </w:pict>
          </mc:Fallback>
        </mc:AlternateContent>
      </w:r>
      <w:r w:rsidRPr="008C5775">
        <w:rPr>
          <w:rFonts w:ascii="Verdana" w:hAnsi="Verdana"/>
        </w:rPr>
        <w:t>Unterschiede und Gemeinsamkeiten zu anderen Sprachen:</w:t>
      </w:r>
    </w:p>
    <w:p w14:paraId="57C0F2D3" w14:textId="77777777" w:rsidR="00CC3272" w:rsidRDefault="00CC3272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7B9B494E" w14:textId="77777777" w:rsidR="00CC3272" w:rsidRDefault="00CC3272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43759EA0" w14:textId="77777777" w:rsidR="00CC3272" w:rsidRDefault="00CC3272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1D2E728D" w14:textId="77777777" w:rsidR="00CC3272" w:rsidRDefault="00CC3272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41E398A6" w14:textId="77777777" w:rsidR="00CC3272" w:rsidRDefault="00CC3272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3EB18B91" w14:textId="77777777" w:rsidR="00CC3272" w:rsidRDefault="00CC3272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2D357ED6" w14:textId="65AFB442" w:rsidR="00CC3272" w:rsidRDefault="00CC3272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  <w:r w:rsidRPr="00CC3272">
        <w:rPr>
          <w:rFonts w:ascii="Verdana" w:hAnsi="Verdana"/>
          <w:b/>
          <w:bCs/>
        </w:rPr>
        <w:lastRenderedPageBreak/>
        <w:t>Aufgabe 3:</w:t>
      </w:r>
      <w:r>
        <w:rPr>
          <w:rFonts w:ascii="Verdana" w:hAnsi="Verdana"/>
        </w:rPr>
        <w:t xml:space="preserve"> Lesen Sie die folgenden Informationen zu fremden Sprachen durch. </w:t>
      </w:r>
      <w:r w:rsidR="00B522A4">
        <w:rPr>
          <w:rFonts w:ascii="Verdana" w:hAnsi="Verdana"/>
        </w:rPr>
        <w:t xml:space="preserve">Markieren Sie dabei wichtige Informationen. </w:t>
      </w:r>
      <w:r>
        <w:rPr>
          <w:rFonts w:ascii="Verdana" w:hAnsi="Verdana"/>
        </w:rPr>
        <w:t>Überlegen Sie, was diese für das Schema in anderen Sprachen bedeuten!</w:t>
      </w:r>
    </w:p>
    <w:p w14:paraId="26C1C533" w14:textId="528D64F7" w:rsidR="00CC3272" w:rsidRDefault="00CC3272" w:rsidP="005B7F1C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  <w:r w:rsidRPr="00CC3272">
        <w:rPr>
          <w:rFonts w:ascii="Verdana" w:hAnsi="Verdana"/>
        </w:rPr>
        <w:t>I</w:t>
      </w:r>
      <w:r w:rsidR="005B7F1C">
        <w:rPr>
          <w:rFonts w:ascii="Verdana" w:hAnsi="Verdana"/>
        </w:rPr>
        <w:t>m</w:t>
      </w:r>
      <w:r w:rsidRPr="00CC3272">
        <w:rPr>
          <w:rFonts w:ascii="Verdana" w:hAnsi="Verdana"/>
        </w:rPr>
        <w:t xml:space="preserve"> </w:t>
      </w:r>
      <w:r w:rsidR="005B7F1C">
        <w:rPr>
          <w:rFonts w:ascii="Verdana" w:hAnsi="Verdana"/>
        </w:rPr>
        <w:t>D</w:t>
      </w:r>
      <w:r w:rsidRPr="00CC3272">
        <w:rPr>
          <w:rFonts w:ascii="Verdana" w:hAnsi="Verdana"/>
        </w:rPr>
        <w:t>eutschen flektieren Verben nach Tempus</w:t>
      </w:r>
      <w:r w:rsidR="007632FF">
        <w:rPr>
          <w:rFonts w:ascii="Verdana" w:hAnsi="Verdana"/>
        </w:rPr>
        <w:t xml:space="preserve">, </w:t>
      </w:r>
      <w:r w:rsidRPr="00CC3272">
        <w:rPr>
          <w:rFonts w:ascii="Verdana" w:hAnsi="Verdana"/>
        </w:rPr>
        <w:t>Nomen nicht</w:t>
      </w:r>
      <w:r>
        <w:rPr>
          <w:rFonts w:ascii="Verdana" w:hAnsi="Verdana"/>
        </w:rPr>
        <w:t>.</w:t>
      </w:r>
      <w:r w:rsidRPr="00CC3272">
        <w:rPr>
          <w:rFonts w:ascii="Verdana" w:hAnsi="Verdana"/>
        </w:rPr>
        <w:t xml:space="preserve"> Interessanterweise gibt es jedoch </w:t>
      </w:r>
      <w:r>
        <w:rPr>
          <w:rFonts w:ascii="Verdana" w:hAnsi="Verdana"/>
        </w:rPr>
        <w:t>S</w:t>
      </w:r>
      <w:r w:rsidRPr="00CC3272">
        <w:rPr>
          <w:rFonts w:ascii="Verdana" w:hAnsi="Verdana"/>
        </w:rPr>
        <w:t xml:space="preserve">prachen wie zum Beispiel </w:t>
      </w:r>
      <w:proofErr w:type="spellStart"/>
      <w:r w:rsidRPr="00CC3272">
        <w:rPr>
          <w:rFonts w:ascii="Verdana" w:hAnsi="Verdana"/>
        </w:rPr>
        <w:t>Ta</w:t>
      </w:r>
      <w:r>
        <w:rPr>
          <w:rFonts w:ascii="Verdana" w:hAnsi="Verdana"/>
        </w:rPr>
        <w:t>ri</w:t>
      </w:r>
      <w:r w:rsidRPr="00CC3272">
        <w:rPr>
          <w:rFonts w:ascii="Verdana" w:hAnsi="Verdana"/>
        </w:rPr>
        <w:t>ana</w:t>
      </w:r>
      <w:proofErr w:type="spellEnd"/>
      <w:r w:rsidRPr="00CC3272">
        <w:rPr>
          <w:rFonts w:ascii="Verdana" w:hAnsi="Verdana"/>
        </w:rPr>
        <w:t xml:space="preserve"> im Nordwesten Amazoniens, in denen dies durchaus der Fall ist. In dieser Sprache ist </w:t>
      </w:r>
      <w:proofErr w:type="gramStart"/>
      <w:r w:rsidRPr="00CC3272">
        <w:rPr>
          <w:rFonts w:ascii="Verdana" w:hAnsi="Verdana"/>
        </w:rPr>
        <w:t>es übrigens</w:t>
      </w:r>
      <w:proofErr w:type="gramEnd"/>
      <w:r w:rsidRPr="00CC3272">
        <w:rPr>
          <w:rFonts w:ascii="Verdana" w:hAnsi="Verdana"/>
        </w:rPr>
        <w:t xml:space="preserve"> auch möglich</w:t>
      </w:r>
      <w:r w:rsidR="005B7F1C">
        <w:rPr>
          <w:rFonts w:ascii="Verdana" w:hAnsi="Verdana"/>
        </w:rPr>
        <w:t>, a</w:t>
      </w:r>
      <w:r w:rsidRPr="00CC3272">
        <w:rPr>
          <w:rFonts w:ascii="Verdana" w:hAnsi="Verdana"/>
        </w:rPr>
        <w:t xml:space="preserve">n </w:t>
      </w:r>
      <w:r w:rsidR="005B7F1C">
        <w:rPr>
          <w:rFonts w:ascii="Verdana" w:hAnsi="Verdana"/>
        </w:rPr>
        <w:t>E</w:t>
      </w:r>
      <w:r w:rsidRPr="00CC3272">
        <w:rPr>
          <w:rFonts w:ascii="Verdana" w:hAnsi="Verdana"/>
        </w:rPr>
        <w:t>ndungen gewisser Wörter festzustellen, ob das, was berichtet wird</w:t>
      </w:r>
      <w:r w:rsidR="005B7F1C">
        <w:rPr>
          <w:rFonts w:ascii="Verdana" w:hAnsi="Verdana"/>
        </w:rPr>
        <w:t>,</w:t>
      </w:r>
      <w:r w:rsidRPr="00CC3272">
        <w:rPr>
          <w:rFonts w:ascii="Verdana" w:hAnsi="Verdana"/>
        </w:rPr>
        <w:t xml:space="preserve"> </w:t>
      </w:r>
      <w:r w:rsidR="005B7F1C">
        <w:rPr>
          <w:rFonts w:ascii="Verdana" w:hAnsi="Verdana"/>
        </w:rPr>
        <w:t>v</w:t>
      </w:r>
      <w:r w:rsidRPr="00CC3272">
        <w:rPr>
          <w:rFonts w:ascii="Verdana" w:hAnsi="Verdana"/>
        </w:rPr>
        <w:t xml:space="preserve">om </w:t>
      </w:r>
      <w:r w:rsidR="005B7F1C">
        <w:rPr>
          <w:rFonts w:ascii="Verdana" w:hAnsi="Verdana"/>
        </w:rPr>
        <w:t>E</w:t>
      </w:r>
      <w:r w:rsidRPr="00CC3272">
        <w:rPr>
          <w:rFonts w:ascii="Verdana" w:hAnsi="Verdana"/>
        </w:rPr>
        <w:t>rzählenden selbst</w:t>
      </w:r>
      <w:r w:rsidR="005B7F1C">
        <w:rPr>
          <w:rFonts w:ascii="Verdana" w:hAnsi="Verdana"/>
        </w:rPr>
        <w:t xml:space="preserve"> s</w:t>
      </w:r>
      <w:r w:rsidRPr="00CC3272">
        <w:rPr>
          <w:rFonts w:ascii="Verdana" w:hAnsi="Verdana"/>
        </w:rPr>
        <w:t xml:space="preserve">tammt oder ob er nur </w:t>
      </w:r>
      <w:r w:rsidR="005B7F1C">
        <w:rPr>
          <w:rFonts w:ascii="Verdana" w:hAnsi="Verdana"/>
        </w:rPr>
        <w:t>Gehörtes</w:t>
      </w:r>
      <w:r w:rsidRPr="00CC3272">
        <w:rPr>
          <w:rFonts w:ascii="Verdana" w:hAnsi="Verdana"/>
        </w:rPr>
        <w:t xml:space="preserve"> weitererzählt.</w:t>
      </w:r>
      <w:r>
        <w:rPr>
          <w:rFonts w:ascii="Verdana" w:hAnsi="Verdana"/>
        </w:rPr>
        <w:t xml:space="preserve"> </w:t>
      </w:r>
      <w:r w:rsidRPr="00CC3272">
        <w:rPr>
          <w:rFonts w:ascii="Verdana" w:hAnsi="Verdana"/>
        </w:rPr>
        <w:t>Außerdem gibt es Sprachen</w:t>
      </w:r>
      <w:r w:rsidR="005B7F1C">
        <w:rPr>
          <w:rFonts w:ascii="Verdana" w:hAnsi="Verdana"/>
        </w:rPr>
        <w:t>, die das,</w:t>
      </w:r>
      <w:r w:rsidRPr="00CC3272">
        <w:rPr>
          <w:rFonts w:ascii="Verdana" w:hAnsi="Verdana"/>
        </w:rPr>
        <w:t xml:space="preserve"> was wir im Deutschen als einen Satz formulieren</w:t>
      </w:r>
      <w:r w:rsidR="005B7F1C">
        <w:rPr>
          <w:rFonts w:ascii="Verdana" w:hAnsi="Verdana"/>
        </w:rPr>
        <w:t>,</w:t>
      </w:r>
      <w:r w:rsidRPr="00CC3272">
        <w:rPr>
          <w:rFonts w:ascii="Verdana" w:hAnsi="Verdana"/>
        </w:rPr>
        <w:t xml:space="preserve"> </w:t>
      </w:r>
      <w:r w:rsidR="005B7F1C">
        <w:rPr>
          <w:rFonts w:ascii="Verdana" w:hAnsi="Verdana"/>
        </w:rPr>
        <w:t>i</w:t>
      </w:r>
      <w:r w:rsidRPr="00CC3272">
        <w:rPr>
          <w:rFonts w:ascii="Verdana" w:hAnsi="Verdana"/>
        </w:rPr>
        <w:t>n einem</w:t>
      </w:r>
      <w:r w:rsidR="005B7F1C">
        <w:rPr>
          <w:rFonts w:ascii="Verdana" w:hAnsi="Verdana"/>
        </w:rPr>
        <w:t xml:space="preserve"> einzigen</w:t>
      </w:r>
      <w:r w:rsidRPr="00CC3272">
        <w:rPr>
          <w:rFonts w:ascii="Verdana" w:hAnsi="Verdana"/>
        </w:rPr>
        <w:t xml:space="preserve"> Wort wiedergeben.</w:t>
      </w:r>
      <w:r w:rsidR="005B7F1C">
        <w:rPr>
          <w:rFonts w:ascii="Verdana" w:hAnsi="Verdana"/>
        </w:rPr>
        <w:t xml:space="preserve"> So bedeutet </w:t>
      </w:r>
      <w:proofErr w:type="spellStart"/>
      <w:r w:rsidR="005B7F1C" w:rsidRPr="005B7F1C">
        <w:rPr>
          <w:rFonts w:ascii="Verdana" w:hAnsi="Verdana"/>
          <w:i/>
          <w:iCs/>
        </w:rPr>
        <w:t>Sae’ahtraniõtako</w:t>
      </w:r>
      <w:proofErr w:type="spellEnd"/>
      <w:r w:rsidR="005B7F1C" w:rsidRPr="005B7F1C">
        <w:rPr>
          <w:rFonts w:ascii="Verdana" w:hAnsi="Verdana"/>
          <w:i/>
          <w:iCs/>
        </w:rPr>
        <w:t>’</w:t>
      </w:r>
      <w:r w:rsidR="005B7F1C">
        <w:rPr>
          <w:rFonts w:ascii="Verdana" w:hAnsi="Verdana"/>
        </w:rPr>
        <w:t xml:space="preserve"> in der Sprache </w:t>
      </w:r>
      <w:proofErr w:type="spellStart"/>
      <w:r w:rsidR="005B7F1C">
        <w:rPr>
          <w:rFonts w:ascii="Verdana" w:hAnsi="Verdana"/>
        </w:rPr>
        <w:t>Cayuga</w:t>
      </w:r>
      <w:proofErr w:type="spellEnd"/>
      <w:r w:rsidR="005B7F1C">
        <w:rPr>
          <w:rFonts w:ascii="Verdana" w:hAnsi="Verdana"/>
        </w:rPr>
        <w:t xml:space="preserve"> (in Ontario, Kanada gesprochen) wörtlich übersetzt „</w:t>
      </w:r>
      <w:r w:rsidR="005B7F1C" w:rsidRPr="005B7F1C">
        <w:rPr>
          <w:rFonts w:ascii="Verdana" w:hAnsi="Verdana"/>
        </w:rPr>
        <w:t>wieder-punktuell-sie-Korb-hängen-machte</w:t>
      </w:r>
      <w:r w:rsidR="005B7F1C">
        <w:rPr>
          <w:rFonts w:ascii="Verdana" w:hAnsi="Verdana"/>
        </w:rPr>
        <w:t>-</w:t>
      </w:r>
      <w:r w:rsidR="005B7F1C" w:rsidRPr="005B7F1C">
        <w:rPr>
          <w:rFonts w:ascii="Verdana" w:hAnsi="Verdana"/>
        </w:rPr>
        <w:t>Vorgang</w:t>
      </w:r>
      <w:r w:rsidR="005B7F1C">
        <w:rPr>
          <w:rFonts w:ascii="Verdana" w:hAnsi="Verdana"/>
        </w:rPr>
        <w:t>-</w:t>
      </w:r>
      <w:r w:rsidR="005B7F1C" w:rsidRPr="005B7F1C">
        <w:rPr>
          <w:rFonts w:ascii="Verdana" w:hAnsi="Verdana"/>
        </w:rPr>
        <w:t>rückgängi</w:t>
      </w:r>
      <w:r w:rsidR="005B7F1C">
        <w:rPr>
          <w:rFonts w:ascii="Verdana" w:hAnsi="Verdana"/>
        </w:rPr>
        <w:t xml:space="preserve">g“, was wir im Deutschen durch den Satz „Sie hängte den Korb wieder ab“ ausdrücken würden. </w:t>
      </w:r>
    </w:p>
    <w:p w14:paraId="30ECA950" w14:textId="77777777" w:rsidR="007632FF" w:rsidRDefault="007632FF" w:rsidP="005B7F1C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Noch erstaunlicher ist eine Sprache namens </w:t>
      </w:r>
      <w:proofErr w:type="spellStart"/>
      <w:r>
        <w:rPr>
          <w:rFonts w:ascii="Verdana" w:hAnsi="Verdana"/>
        </w:rPr>
        <w:t>Dalabon</w:t>
      </w:r>
      <w:proofErr w:type="spellEnd"/>
      <w:r>
        <w:rPr>
          <w:rFonts w:ascii="Verdana" w:hAnsi="Verdana"/>
        </w:rPr>
        <w:t xml:space="preserve">, die in Australien nur noch von wenigen Indigenen gesprochen wird. Dort fließt in ein Wort eine Fülle an Informationen über Sprechende, Handlung, Bewertung, Nutzen, Verwandtschaftsgrad, Hierarchien usw. ein. </w:t>
      </w:r>
    </w:p>
    <w:p w14:paraId="345E0EC5" w14:textId="5E56C861" w:rsidR="007632FF" w:rsidRPr="007632FF" w:rsidRDefault="007632FF" w:rsidP="007632FF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So bedeutet </w:t>
      </w:r>
      <w:proofErr w:type="spellStart"/>
      <w:r w:rsidRPr="007632FF">
        <w:rPr>
          <w:rFonts w:ascii="Verdana" w:hAnsi="Verdana"/>
          <w:i/>
          <w:iCs/>
        </w:rPr>
        <w:t>Wekemarnûmolkkûnhdokan</w:t>
      </w:r>
      <w:proofErr w:type="spellEnd"/>
      <w:r>
        <w:rPr>
          <w:rFonts w:ascii="Verdana" w:hAnsi="Verdana"/>
          <w:i/>
          <w:iCs/>
        </w:rPr>
        <w:t xml:space="preserve"> </w:t>
      </w:r>
      <w:r>
        <w:rPr>
          <w:rFonts w:ascii="Verdana" w:hAnsi="Verdana"/>
        </w:rPr>
        <w:t xml:space="preserve">in etwa: </w:t>
      </w:r>
      <w:r w:rsidRPr="007632FF">
        <w:rPr>
          <w:rFonts w:ascii="Verdana" w:hAnsi="Verdana"/>
        </w:rPr>
        <w:t>Die beiden (Verwandte wie zum Beispiel Mutter/Tochter, Urgroßmutter/Urenkel), fürchte</w:t>
      </w:r>
      <w:r w:rsidR="004912CB">
        <w:rPr>
          <w:rFonts w:ascii="Verdana" w:hAnsi="Verdana"/>
        </w:rPr>
        <w:t xml:space="preserve"> </w:t>
      </w:r>
      <w:r w:rsidRPr="007632FF">
        <w:rPr>
          <w:rFonts w:ascii="Verdana" w:hAnsi="Verdana"/>
        </w:rPr>
        <w:t>ich, gehen mit (guten oder schlechten) Folgen für jemand anderen und unbekannterweise</w:t>
      </w:r>
      <w:r w:rsidR="004912CB">
        <w:rPr>
          <w:rFonts w:ascii="Verdana" w:hAnsi="Verdana"/>
        </w:rPr>
        <w:t xml:space="preserve"> </w:t>
      </w:r>
      <w:r w:rsidRPr="007632FF">
        <w:rPr>
          <w:rFonts w:ascii="Verdana" w:hAnsi="Verdana"/>
        </w:rPr>
        <w:t>(zumindest für eine Person, die von dieser Handlung betroffen sein könnte) weg (in der</w:t>
      </w:r>
      <w:r w:rsidR="004912CB">
        <w:rPr>
          <w:rFonts w:ascii="Verdana" w:hAnsi="Verdana"/>
        </w:rPr>
        <w:t xml:space="preserve"> </w:t>
      </w:r>
      <w:r w:rsidRPr="007632FF">
        <w:rPr>
          <w:rFonts w:ascii="Verdana" w:hAnsi="Verdana"/>
        </w:rPr>
        <w:t>Höflichkeitsform geäußert, weil meine Schwiegermutter eine der beiden Beteiligten ist).</w:t>
      </w:r>
    </w:p>
    <w:p w14:paraId="24C3EE26" w14:textId="7F9C9B92" w:rsidR="00CC3272" w:rsidRPr="005B7F1C" w:rsidRDefault="005B7F1C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  <w:sz w:val="14"/>
          <w:szCs w:val="14"/>
        </w:rPr>
      </w:pPr>
      <w:r w:rsidRPr="005B7F1C">
        <w:rPr>
          <w:rFonts w:ascii="Verdana" w:hAnsi="Verdana"/>
          <w:sz w:val="14"/>
          <w:szCs w:val="14"/>
        </w:rPr>
        <w:t>Quelle: https://www.mfk-berlin.de/wp-content/uploads/Was-fremde-Sprachen-anders-machen_TEXTE-deutsch.docx.pdf</w:t>
      </w:r>
    </w:p>
    <w:p w14:paraId="4308228D" w14:textId="61C1E26D" w:rsidR="00CC3272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  <w:r w:rsidRPr="008C5775">
        <w:rPr>
          <w:rFonts w:ascii="Verdana" w:hAnsi="Verdana"/>
          <w:noProof/>
        </w:rPr>
        <mc:AlternateContent>
          <mc:Choice Requires="wps">
            <w:drawing>
              <wp:anchor distT="45720" distB="45720" distL="114300" distR="114300" simplePos="0" relativeHeight="251728896" behindDoc="1" locked="0" layoutInCell="1" allowOverlap="1" wp14:anchorId="39AE7C70" wp14:editId="769B83BA">
                <wp:simplePos x="0" y="0"/>
                <wp:positionH relativeFrom="margin">
                  <wp:posOffset>8743</wp:posOffset>
                </wp:positionH>
                <wp:positionV relativeFrom="paragraph">
                  <wp:posOffset>92955</wp:posOffset>
                </wp:positionV>
                <wp:extent cx="5737860" cy="3681046"/>
                <wp:effectExtent l="0" t="0" r="15240" b="15240"/>
                <wp:wrapNone/>
                <wp:docPr id="15562352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860" cy="36810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7E8C7" w14:textId="77777777" w:rsidR="004912CB" w:rsidRDefault="004912CB" w:rsidP="004912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E7C70" id="_x0000_s1035" type="#_x0000_t202" style="position:absolute;left:0;text-align:left;margin-left:.7pt;margin-top:7.3pt;width:451.8pt;height:289.85pt;z-index:-251587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">
                <v:textbox>
                  <w:txbxContent>
                    <w:p w14:paraId="5817E8C7" w14:textId="77777777" w:rsidR="004912CB" w:rsidRDefault="004912CB" w:rsidP="004912CB"/>
                  </w:txbxContent>
                </v:textbox>
                <w10:wrap anchorx="margin"/>
              </v:shape>
            </w:pict>
          </mc:Fallback>
        </mc:AlternateContent>
      </w:r>
    </w:p>
    <w:p w14:paraId="552FCBB1" w14:textId="23F0A39F" w:rsidR="004912CB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70A97DE3" w14:textId="77777777" w:rsidR="004912CB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4BE1F0E4" w14:textId="77777777" w:rsidR="004912CB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66FB4637" w14:textId="77777777" w:rsidR="004912CB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2ED81131" w14:textId="77777777" w:rsidR="004912CB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67E01A31" w14:textId="77777777" w:rsidR="004912CB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5E8D7B33" w14:textId="77777777" w:rsidR="004912CB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71E323CB" w14:textId="77777777" w:rsidR="004912CB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21ED39B8" w14:textId="77777777" w:rsidR="004912CB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4529B446" w14:textId="77777777" w:rsidR="004912CB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p w14:paraId="4CFE7929" w14:textId="77777777" w:rsidR="004912CB" w:rsidRDefault="004912CB" w:rsidP="00733455">
      <w:pPr>
        <w:widowControl/>
        <w:suppressAutoHyphens w:val="0"/>
        <w:spacing w:after="160" w:line="259" w:lineRule="auto"/>
        <w:jc w:val="both"/>
        <w:rPr>
          <w:rFonts w:ascii="Verdana" w:hAnsi="Verdana"/>
        </w:rPr>
      </w:pPr>
    </w:p>
    <w:sectPr w:rsidR="004912CB" w:rsidSect="005E0C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F3411" w14:textId="77777777" w:rsidR="00145352" w:rsidRDefault="00145352" w:rsidP="005C2D2A">
      <w:r>
        <w:separator/>
      </w:r>
    </w:p>
  </w:endnote>
  <w:endnote w:type="continuationSeparator" w:id="0">
    <w:p w14:paraId="5812B5D8" w14:textId="77777777" w:rsidR="00145352" w:rsidRDefault="00145352" w:rsidP="005C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FD2C1" w14:textId="77777777" w:rsidR="0076388E" w:rsidRDefault="007638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EAEFA" w14:textId="77777777" w:rsidR="0076388E" w:rsidRDefault="0076388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4854D" w14:textId="77777777" w:rsidR="0076388E" w:rsidRDefault="007638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7F4E9" w14:textId="77777777" w:rsidR="00145352" w:rsidRDefault="00145352" w:rsidP="005C2D2A">
      <w:r>
        <w:separator/>
      </w:r>
    </w:p>
  </w:footnote>
  <w:footnote w:type="continuationSeparator" w:id="0">
    <w:p w14:paraId="3D0A4FE2" w14:textId="77777777" w:rsidR="00145352" w:rsidRDefault="00145352" w:rsidP="005C2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38C9" w14:textId="77777777" w:rsidR="0076388E" w:rsidRDefault="007638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2D91" w14:textId="77777777" w:rsidR="0076388E" w:rsidRDefault="0076388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9072" w:type="dxa"/>
      <w:tblInd w:w="-5" w:type="dxa"/>
      <w:tblLayout w:type="fixed"/>
      <w:tblLook w:val="04A0" w:firstRow="1" w:lastRow="0" w:firstColumn="1" w:lastColumn="0" w:noHBand="0" w:noVBand="1"/>
    </w:tblPr>
    <w:tblGrid>
      <w:gridCol w:w="2268"/>
      <w:gridCol w:w="4962"/>
      <w:gridCol w:w="1842"/>
    </w:tblGrid>
    <w:tr w:rsidR="00E932B5" w:rsidRPr="00E47E0F" w14:paraId="3AA42BD0" w14:textId="77777777" w:rsidTr="00733455">
      <w:tc>
        <w:tcPr>
          <w:tcW w:w="2268" w:type="dxa"/>
        </w:tcPr>
        <w:p w14:paraId="1FD688EF" w14:textId="77777777" w:rsidR="00DA32AA" w:rsidRDefault="00E932B5" w:rsidP="00E932B5">
          <w:pPr>
            <w:pStyle w:val="Kopfzeile"/>
            <w:rPr>
              <w:rFonts w:ascii="Verdana" w:hAnsi="Verdana" w:cstheme="minorHAnsi"/>
              <w:sz w:val="32"/>
              <w:szCs w:val="32"/>
            </w:rPr>
          </w:pPr>
          <w:r w:rsidRPr="00E430EB">
            <w:rPr>
              <w:rFonts w:ascii="Verdana" w:hAnsi="Verdana" w:cstheme="minorHAnsi"/>
              <w:sz w:val="32"/>
              <w:szCs w:val="32"/>
            </w:rPr>
            <w:t>Latein</w:t>
          </w:r>
        </w:p>
        <w:p w14:paraId="2923BA72" w14:textId="236E4752" w:rsidR="00E932B5" w:rsidRPr="00E430EB" w:rsidRDefault="00DA32AA" w:rsidP="00E932B5">
          <w:pPr>
            <w:pStyle w:val="Kopfzeile"/>
            <w:rPr>
              <w:rFonts w:ascii="Verdana" w:hAnsi="Verdana" w:cstheme="minorHAnsi"/>
              <w:sz w:val="32"/>
              <w:szCs w:val="32"/>
            </w:rPr>
          </w:pPr>
          <w:r>
            <w:rPr>
              <w:rFonts w:ascii="Verdana" w:hAnsi="Verdana" w:cstheme="minorHAnsi"/>
              <w:sz w:val="32"/>
              <w:szCs w:val="32"/>
            </w:rPr>
            <w:t>Zusatzkurs</w:t>
          </w:r>
          <w:r w:rsidR="00E932B5" w:rsidRPr="00E430EB">
            <w:rPr>
              <w:rFonts w:ascii="Verdana" w:hAnsi="Verdana" w:cstheme="minorHAnsi"/>
              <w:sz w:val="32"/>
              <w:szCs w:val="32"/>
            </w:rPr>
            <w:br/>
            <w:t>Reimers</w:t>
          </w:r>
        </w:p>
      </w:tc>
      <w:tc>
        <w:tcPr>
          <w:tcW w:w="4962" w:type="dxa"/>
        </w:tcPr>
        <w:p w14:paraId="48BE8AD7" w14:textId="77777777" w:rsidR="00E14F16" w:rsidRDefault="00DA32AA" w:rsidP="004E697B">
          <w:pPr>
            <w:pStyle w:val="Kopfzeile"/>
            <w:jc w:val="center"/>
            <w:rPr>
              <w:rFonts w:ascii="Verdana" w:hAnsi="Verdana" w:cstheme="minorHAnsi"/>
              <w:sz w:val="32"/>
              <w:szCs w:val="32"/>
            </w:rPr>
          </w:pPr>
          <w:r>
            <w:rPr>
              <w:rFonts w:ascii="Verdana" w:hAnsi="Verdana" w:cstheme="minorHAnsi"/>
              <w:sz w:val="32"/>
              <w:szCs w:val="32"/>
            </w:rPr>
            <w:t>Einführung in die Linguistik</w:t>
          </w:r>
        </w:p>
        <w:p w14:paraId="6F8C3C6E" w14:textId="77777777" w:rsidR="00B20927" w:rsidRPr="00B20927" w:rsidRDefault="00B20927" w:rsidP="004E697B">
          <w:pPr>
            <w:pStyle w:val="Kopfzeile"/>
            <w:jc w:val="center"/>
            <w:rPr>
              <w:rFonts w:ascii="Verdana" w:hAnsi="Verdana" w:cstheme="minorHAnsi"/>
              <w:sz w:val="10"/>
              <w:szCs w:val="10"/>
            </w:rPr>
          </w:pPr>
        </w:p>
        <w:p w14:paraId="7BD8747B" w14:textId="107484E8" w:rsidR="00733455" w:rsidRPr="00E430EB" w:rsidRDefault="00B14D86" w:rsidP="004E697B">
          <w:pPr>
            <w:pStyle w:val="Kopfzeile"/>
            <w:jc w:val="center"/>
            <w:rPr>
              <w:rFonts w:ascii="Verdana" w:hAnsi="Verdana" w:cstheme="minorHAnsi"/>
              <w:sz w:val="32"/>
              <w:szCs w:val="32"/>
            </w:rPr>
          </w:pPr>
          <w:r>
            <w:rPr>
              <w:rFonts w:ascii="Verdana" w:hAnsi="Verdana" w:cstheme="minorHAnsi"/>
              <w:sz w:val="32"/>
              <w:szCs w:val="32"/>
            </w:rPr>
            <w:t xml:space="preserve">Syntax </w:t>
          </w:r>
          <w:r w:rsidR="00AE7D16">
            <w:rPr>
              <w:rFonts w:ascii="Verdana" w:hAnsi="Verdana" w:cstheme="minorHAnsi"/>
              <w:sz w:val="32"/>
              <w:szCs w:val="32"/>
            </w:rPr>
            <w:t>und Wortarten</w:t>
          </w:r>
        </w:p>
      </w:tc>
      <w:tc>
        <w:tcPr>
          <w:tcW w:w="1842" w:type="dxa"/>
        </w:tcPr>
        <w:p w14:paraId="190D33CD" w14:textId="77777777" w:rsidR="00E353E7" w:rsidRDefault="00DA32AA" w:rsidP="00655895">
          <w:pPr>
            <w:pStyle w:val="Kopfzeile"/>
            <w:jc w:val="right"/>
            <w:rPr>
              <w:rFonts w:ascii="Verdana" w:hAnsi="Verdana" w:cstheme="minorHAnsi"/>
              <w:sz w:val="32"/>
              <w:szCs w:val="32"/>
            </w:rPr>
          </w:pPr>
          <w:r>
            <w:rPr>
              <w:rFonts w:ascii="Verdana" w:hAnsi="Verdana" w:cstheme="minorHAnsi"/>
              <w:sz w:val="32"/>
              <w:szCs w:val="32"/>
            </w:rPr>
            <w:t>AB</w:t>
          </w:r>
          <w:r w:rsidR="0076388E">
            <w:rPr>
              <w:rFonts w:ascii="Verdana" w:hAnsi="Verdana" w:cstheme="minorHAnsi"/>
              <w:sz w:val="32"/>
              <w:szCs w:val="32"/>
            </w:rPr>
            <w:t xml:space="preserve"> </w:t>
          </w:r>
        </w:p>
        <w:p w14:paraId="34123C68" w14:textId="22BCD802" w:rsidR="00E932B5" w:rsidRPr="00E430EB" w:rsidRDefault="00E353E7" w:rsidP="00655895">
          <w:pPr>
            <w:pStyle w:val="Kopfzeile"/>
            <w:jc w:val="right"/>
            <w:rPr>
              <w:rFonts w:ascii="Verdana" w:hAnsi="Verdana" w:cstheme="minorHAnsi"/>
              <w:sz w:val="32"/>
              <w:szCs w:val="32"/>
            </w:rPr>
          </w:pPr>
          <w:r>
            <w:rPr>
              <w:rFonts w:ascii="Verdana" w:hAnsi="Verdana" w:cstheme="minorHAnsi"/>
              <w:sz w:val="32"/>
              <w:szCs w:val="32"/>
            </w:rPr>
            <w:t xml:space="preserve">C </w:t>
          </w:r>
          <w:r w:rsidR="0076388E">
            <w:rPr>
              <w:rFonts w:ascii="Verdana" w:hAnsi="Verdana" w:cstheme="minorHAnsi"/>
              <w:sz w:val="32"/>
              <w:szCs w:val="32"/>
            </w:rPr>
            <w:t>2</w:t>
          </w:r>
          <w:r w:rsidR="00DA32AA">
            <w:rPr>
              <w:rFonts w:ascii="Verdana" w:hAnsi="Verdana" w:cstheme="minorHAnsi"/>
              <w:sz w:val="32"/>
              <w:szCs w:val="32"/>
            </w:rPr>
            <w:t xml:space="preserve"> </w:t>
          </w:r>
        </w:p>
      </w:tc>
    </w:tr>
  </w:tbl>
  <w:p w14:paraId="47318FB9" w14:textId="77777777" w:rsidR="00E932B5" w:rsidRPr="007F1AAB" w:rsidRDefault="00E932B5" w:rsidP="00E932B5">
    <w:pPr>
      <w:pStyle w:val="Kopfzeile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3184D"/>
    <w:multiLevelType w:val="singleLevel"/>
    <w:tmpl w:val="D040AE1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ascii="Palatino Linotype" w:hAnsi="Palatino Linotype" w:hint="default"/>
        <w:sz w:val="16"/>
      </w:rPr>
    </w:lvl>
  </w:abstractNum>
  <w:abstractNum w:abstractNumId="1" w15:restartNumberingAfterBreak="0">
    <w:nsid w:val="1EA25C81"/>
    <w:multiLevelType w:val="hybridMultilevel"/>
    <w:tmpl w:val="8432F0EC"/>
    <w:lvl w:ilvl="0" w:tplc="D6ECB17C">
      <w:start w:val="1"/>
      <w:numFmt w:val="bullet"/>
      <w:lvlText w:val="-"/>
      <w:lvlJc w:val="left"/>
      <w:pPr>
        <w:ind w:left="720" w:hanging="360"/>
      </w:pPr>
      <w:rPr>
        <w:rFonts w:ascii="Verdana" w:eastAsia="SimSun" w:hAnsi="Verdana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F43E5"/>
    <w:multiLevelType w:val="hybridMultilevel"/>
    <w:tmpl w:val="904E9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346"/>
    <w:multiLevelType w:val="hybridMultilevel"/>
    <w:tmpl w:val="903859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A6912"/>
    <w:multiLevelType w:val="hybridMultilevel"/>
    <w:tmpl w:val="45D20856"/>
    <w:lvl w:ilvl="0" w:tplc="F9B43BBE">
      <w:start w:val="1"/>
      <w:numFmt w:val="bullet"/>
      <w:lvlText w:val="-"/>
      <w:lvlJc w:val="left"/>
      <w:pPr>
        <w:ind w:left="720" w:hanging="360"/>
      </w:pPr>
      <w:rPr>
        <w:rFonts w:ascii="Verdana" w:eastAsia="SimSun" w:hAnsi="Verdana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963BD"/>
    <w:multiLevelType w:val="hybridMultilevel"/>
    <w:tmpl w:val="4E769D5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82F68"/>
    <w:multiLevelType w:val="hybridMultilevel"/>
    <w:tmpl w:val="D9EEFFA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E67F68"/>
    <w:multiLevelType w:val="hybridMultilevel"/>
    <w:tmpl w:val="25605150"/>
    <w:lvl w:ilvl="0" w:tplc="3BB2A660">
      <w:start w:val="1"/>
      <w:numFmt w:val="bullet"/>
      <w:lvlText w:val="-"/>
      <w:lvlJc w:val="left"/>
      <w:pPr>
        <w:ind w:left="720" w:hanging="360"/>
      </w:pPr>
      <w:rPr>
        <w:rFonts w:ascii="Verdana" w:eastAsia="SimSun" w:hAnsi="Verdana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2B4CF2"/>
    <w:multiLevelType w:val="hybridMultilevel"/>
    <w:tmpl w:val="36942D4E"/>
    <w:lvl w:ilvl="0" w:tplc="AEE652B4">
      <w:start w:val="1"/>
      <w:numFmt w:val="bullet"/>
      <w:lvlText w:val="-"/>
      <w:lvlJc w:val="left"/>
      <w:pPr>
        <w:ind w:left="720" w:hanging="360"/>
      </w:pPr>
      <w:rPr>
        <w:rFonts w:ascii="Verdana" w:eastAsia="SimSun" w:hAnsi="Verdana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129333">
    <w:abstractNumId w:val="2"/>
  </w:num>
  <w:num w:numId="2" w16cid:durableId="1810172610">
    <w:abstractNumId w:val="8"/>
  </w:num>
  <w:num w:numId="3" w16cid:durableId="1761103660">
    <w:abstractNumId w:val="7"/>
  </w:num>
  <w:num w:numId="4" w16cid:durableId="667253894">
    <w:abstractNumId w:val="4"/>
  </w:num>
  <w:num w:numId="5" w16cid:durableId="1869833501">
    <w:abstractNumId w:val="6"/>
  </w:num>
  <w:num w:numId="6" w16cid:durableId="1844785147">
    <w:abstractNumId w:val="0"/>
    <w:lvlOverride w:ilvl="0">
      <w:startOverride w:val="1"/>
    </w:lvlOverride>
  </w:num>
  <w:num w:numId="7" w16cid:durableId="1339312828">
    <w:abstractNumId w:val="3"/>
  </w:num>
  <w:num w:numId="8" w16cid:durableId="1916012276">
    <w:abstractNumId w:val="1"/>
  </w:num>
  <w:num w:numId="9" w16cid:durableId="2973025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64D"/>
    <w:rsid w:val="00003087"/>
    <w:rsid w:val="000041A2"/>
    <w:rsid w:val="00013D7F"/>
    <w:rsid w:val="0004500C"/>
    <w:rsid w:val="00060343"/>
    <w:rsid w:val="000A7A9C"/>
    <w:rsid w:val="000D0000"/>
    <w:rsid w:val="000D164D"/>
    <w:rsid w:val="000D3ECA"/>
    <w:rsid w:val="00102EDC"/>
    <w:rsid w:val="001076C9"/>
    <w:rsid w:val="00114263"/>
    <w:rsid w:val="00133B77"/>
    <w:rsid w:val="00145352"/>
    <w:rsid w:val="00145F17"/>
    <w:rsid w:val="00147F04"/>
    <w:rsid w:val="001502C5"/>
    <w:rsid w:val="001636BE"/>
    <w:rsid w:val="0018083B"/>
    <w:rsid w:val="00187B85"/>
    <w:rsid w:val="00196426"/>
    <w:rsid w:val="001B4F55"/>
    <w:rsid w:val="001E42BE"/>
    <w:rsid w:val="001F45BD"/>
    <w:rsid w:val="00251854"/>
    <w:rsid w:val="00256F28"/>
    <w:rsid w:val="00266C28"/>
    <w:rsid w:val="00284A88"/>
    <w:rsid w:val="002A383E"/>
    <w:rsid w:val="002B3A96"/>
    <w:rsid w:val="002B6A4C"/>
    <w:rsid w:val="002C0910"/>
    <w:rsid w:val="002F4D0D"/>
    <w:rsid w:val="00330EE8"/>
    <w:rsid w:val="00335B58"/>
    <w:rsid w:val="00337ED1"/>
    <w:rsid w:val="00345A93"/>
    <w:rsid w:val="003672CF"/>
    <w:rsid w:val="00372890"/>
    <w:rsid w:val="00373E22"/>
    <w:rsid w:val="00393B4C"/>
    <w:rsid w:val="003A3D0D"/>
    <w:rsid w:val="003A4691"/>
    <w:rsid w:val="003A6245"/>
    <w:rsid w:val="003C4910"/>
    <w:rsid w:val="003F00C9"/>
    <w:rsid w:val="003F7DDF"/>
    <w:rsid w:val="0042701D"/>
    <w:rsid w:val="004731DA"/>
    <w:rsid w:val="00481422"/>
    <w:rsid w:val="004912CB"/>
    <w:rsid w:val="004A23B7"/>
    <w:rsid w:val="004C688F"/>
    <w:rsid w:val="004D3BEC"/>
    <w:rsid w:val="004E057E"/>
    <w:rsid w:val="004E697B"/>
    <w:rsid w:val="004F3818"/>
    <w:rsid w:val="00500687"/>
    <w:rsid w:val="005073A8"/>
    <w:rsid w:val="005420E3"/>
    <w:rsid w:val="00550F5F"/>
    <w:rsid w:val="00557777"/>
    <w:rsid w:val="005729E2"/>
    <w:rsid w:val="005805E1"/>
    <w:rsid w:val="00580C72"/>
    <w:rsid w:val="00595C50"/>
    <w:rsid w:val="005A2C74"/>
    <w:rsid w:val="005B7F1C"/>
    <w:rsid w:val="005C2D2A"/>
    <w:rsid w:val="005D5256"/>
    <w:rsid w:val="005E0C1C"/>
    <w:rsid w:val="005F1983"/>
    <w:rsid w:val="005F2EFD"/>
    <w:rsid w:val="005F4A19"/>
    <w:rsid w:val="00620C0A"/>
    <w:rsid w:val="00655895"/>
    <w:rsid w:val="00663F90"/>
    <w:rsid w:val="0067176B"/>
    <w:rsid w:val="006827C6"/>
    <w:rsid w:val="00690F38"/>
    <w:rsid w:val="006A394E"/>
    <w:rsid w:val="006B55F3"/>
    <w:rsid w:val="007275A7"/>
    <w:rsid w:val="00733455"/>
    <w:rsid w:val="0073438E"/>
    <w:rsid w:val="0073700C"/>
    <w:rsid w:val="00750A05"/>
    <w:rsid w:val="00754D6B"/>
    <w:rsid w:val="00760BA0"/>
    <w:rsid w:val="007632FF"/>
    <w:rsid w:val="0076388E"/>
    <w:rsid w:val="007B2F2B"/>
    <w:rsid w:val="007C4973"/>
    <w:rsid w:val="007F1AAB"/>
    <w:rsid w:val="007F3D05"/>
    <w:rsid w:val="007F3D95"/>
    <w:rsid w:val="0081019F"/>
    <w:rsid w:val="008114CA"/>
    <w:rsid w:val="008127C8"/>
    <w:rsid w:val="00817C8A"/>
    <w:rsid w:val="00834C8B"/>
    <w:rsid w:val="00853FEE"/>
    <w:rsid w:val="008814D8"/>
    <w:rsid w:val="00884FC4"/>
    <w:rsid w:val="00890269"/>
    <w:rsid w:val="00893F35"/>
    <w:rsid w:val="0089755A"/>
    <w:rsid w:val="008A41F3"/>
    <w:rsid w:val="008B662B"/>
    <w:rsid w:val="008C5775"/>
    <w:rsid w:val="008D30A6"/>
    <w:rsid w:val="008D5385"/>
    <w:rsid w:val="008E7DDA"/>
    <w:rsid w:val="0090528C"/>
    <w:rsid w:val="00920861"/>
    <w:rsid w:val="00931DFF"/>
    <w:rsid w:val="00932490"/>
    <w:rsid w:val="00941637"/>
    <w:rsid w:val="00983FEC"/>
    <w:rsid w:val="009A49F2"/>
    <w:rsid w:val="009A6C9F"/>
    <w:rsid w:val="009C3AEF"/>
    <w:rsid w:val="009F111B"/>
    <w:rsid w:val="00A2128E"/>
    <w:rsid w:val="00A30345"/>
    <w:rsid w:val="00A33B36"/>
    <w:rsid w:val="00A368C3"/>
    <w:rsid w:val="00A4121D"/>
    <w:rsid w:val="00A44B77"/>
    <w:rsid w:val="00A627F8"/>
    <w:rsid w:val="00A76047"/>
    <w:rsid w:val="00A83F31"/>
    <w:rsid w:val="00A84DE6"/>
    <w:rsid w:val="00AA1E9C"/>
    <w:rsid w:val="00AA63FC"/>
    <w:rsid w:val="00AA78DA"/>
    <w:rsid w:val="00AE7D16"/>
    <w:rsid w:val="00AF70AA"/>
    <w:rsid w:val="00B02104"/>
    <w:rsid w:val="00B02125"/>
    <w:rsid w:val="00B107EE"/>
    <w:rsid w:val="00B14D86"/>
    <w:rsid w:val="00B16832"/>
    <w:rsid w:val="00B20927"/>
    <w:rsid w:val="00B25E60"/>
    <w:rsid w:val="00B522A4"/>
    <w:rsid w:val="00B851B2"/>
    <w:rsid w:val="00B91147"/>
    <w:rsid w:val="00BE0B85"/>
    <w:rsid w:val="00C00EC5"/>
    <w:rsid w:val="00C16776"/>
    <w:rsid w:val="00C21BD0"/>
    <w:rsid w:val="00C24747"/>
    <w:rsid w:val="00C43FE5"/>
    <w:rsid w:val="00C459EC"/>
    <w:rsid w:val="00C47581"/>
    <w:rsid w:val="00C526DA"/>
    <w:rsid w:val="00C60BBE"/>
    <w:rsid w:val="00C77EC4"/>
    <w:rsid w:val="00C82EED"/>
    <w:rsid w:val="00C92F74"/>
    <w:rsid w:val="00C94AEB"/>
    <w:rsid w:val="00CB3174"/>
    <w:rsid w:val="00CB489B"/>
    <w:rsid w:val="00CB5F6D"/>
    <w:rsid w:val="00CB753B"/>
    <w:rsid w:val="00CC3272"/>
    <w:rsid w:val="00CE57B1"/>
    <w:rsid w:val="00D01050"/>
    <w:rsid w:val="00D05702"/>
    <w:rsid w:val="00D07E40"/>
    <w:rsid w:val="00D107F5"/>
    <w:rsid w:val="00D206C0"/>
    <w:rsid w:val="00D23685"/>
    <w:rsid w:val="00D365DD"/>
    <w:rsid w:val="00DA32AA"/>
    <w:rsid w:val="00DB42C5"/>
    <w:rsid w:val="00DB6C6F"/>
    <w:rsid w:val="00DC383C"/>
    <w:rsid w:val="00DD3E67"/>
    <w:rsid w:val="00DD3E74"/>
    <w:rsid w:val="00DE348D"/>
    <w:rsid w:val="00DE6E42"/>
    <w:rsid w:val="00E14F16"/>
    <w:rsid w:val="00E20B60"/>
    <w:rsid w:val="00E306BA"/>
    <w:rsid w:val="00E353E7"/>
    <w:rsid w:val="00E430EB"/>
    <w:rsid w:val="00E47E0F"/>
    <w:rsid w:val="00E67D7F"/>
    <w:rsid w:val="00E71300"/>
    <w:rsid w:val="00E92830"/>
    <w:rsid w:val="00E932B5"/>
    <w:rsid w:val="00EA4668"/>
    <w:rsid w:val="00EB18F4"/>
    <w:rsid w:val="00EB2E95"/>
    <w:rsid w:val="00EC4438"/>
    <w:rsid w:val="00EC494D"/>
    <w:rsid w:val="00EE0546"/>
    <w:rsid w:val="00EE6AEE"/>
    <w:rsid w:val="00F041E7"/>
    <w:rsid w:val="00F209D4"/>
    <w:rsid w:val="00F3094F"/>
    <w:rsid w:val="00F350ED"/>
    <w:rsid w:val="00F36179"/>
    <w:rsid w:val="00F62260"/>
    <w:rsid w:val="00F65449"/>
    <w:rsid w:val="00F878CD"/>
    <w:rsid w:val="00F92695"/>
    <w:rsid w:val="00F93172"/>
    <w:rsid w:val="00F948E2"/>
    <w:rsid w:val="00FB39E3"/>
    <w:rsid w:val="00FC168D"/>
    <w:rsid w:val="00FC221D"/>
    <w:rsid w:val="00FC4832"/>
    <w:rsid w:val="00FD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B3720"/>
  <w15:chartTrackingRefBased/>
  <w15:docId w15:val="{791A8239-7E7D-4903-B2C9-46F06B5B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D164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C2D2A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5C2D2A"/>
  </w:style>
  <w:style w:type="paragraph" w:styleId="Fuzeile">
    <w:name w:val="footer"/>
    <w:basedOn w:val="Standard"/>
    <w:link w:val="FuzeileZchn"/>
    <w:uiPriority w:val="99"/>
    <w:unhideWhenUsed/>
    <w:rsid w:val="005C2D2A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5C2D2A"/>
  </w:style>
  <w:style w:type="table" w:styleId="Tabellenraster">
    <w:name w:val="Table Grid"/>
    <w:basedOn w:val="NormaleTabelle"/>
    <w:uiPriority w:val="39"/>
    <w:rsid w:val="005C2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47E0F"/>
    <w:pPr>
      <w:widowControl/>
      <w:ind w:left="720"/>
      <w:contextualSpacing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64D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64D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versnummer">
    <w:name w:val="versnummer"/>
    <w:basedOn w:val="Absatz-Standardschriftart"/>
    <w:rsid w:val="003A4691"/>
  </w:style>
  <w:style w:type="character" w:styleId="Hyperlink">
    <w:name w:val="Hyperlink"/>
    <w:basedOn w:val="Absatz-Standardschriftart"/>
    <w:uiPriority w:val="99"/>
    <w:unhideWhenUsed/>
    <w:rsid w:val="0019642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64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Benutzerdefinierte%20Office-Vorlagen\Arbeitsblatt%20Text%20Latein%20Gk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2972A-FABE-447C-9911-397AA19A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 Text Latein Gk</Template>
  <TotalTime>0</TotalTime>
  <Pages>2</Pages>
  <Words>345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</dc:creator>
  <cp:keywords/>
  <dc:description/>
  <cp:lastModifiedBy>Silke Reimers</cp:lastModifiedBy>
  <cp:revision>2</cp:revision>
  <cp:lastPrinted>2024-11-19T11:36:00Z</cp:lastPrinted>
  <dcterms:created xsi:type="dcterms:W3CDTF">2025-08-03T21:43:00Z</dcterms:created>
  <dcterms:modified xsi:type="dcterms:W3CDTF">2025-08-03T21:43:00Z</dcterms:modified>
</cp:coreProperties>
</file>